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809" w:rsidRPr="00674689" w:rsidRDefault="00707809" w:rsidP="00674689">
      <w:pPr>
        <w:jc w:val="center"/>
        <w:rPr>
          <w:sz w:val="28"/>
          <w:szCs w:val="28"/>
        </w:rPr>
      </w:pPr>
      <w:r w:rsidRPr="00674689">
        <w:rPr>
          <w:sz w:val="28"/>
          <w:szCs w:val="28"/>
        </w:rPr>
        <w:t xml:space="preserve">HOLOCAUST  </w:t>
      </w:r>
    </w:p>
    <w:p w:rsidR="00707809" w:rsidRDefault="00707809" w:rsidP="00674689">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0.7pt;margin-top:25.7pt;width:280.8pt;height:200.2pt;z-index:-251658240" wrapcoords="-116 -162 -116 21519 21658 21519 21658 -162 -116 -162" stroked="t">
            <v:imagedata r:id="rId4" o:title=""/>
            <w10:wrap type="tight"/>
          </v:shape>
        </w:pict>
      </w:r>
      <w:r>
        <w:t>Websites and other resources</w:t>
      </w:r>
    </w:p>
    <w:p w:rsidR="00707809" w:rsidRDefault="00707809">
      <w:r>
        <w:t>LINKS</w:t>
      </w:r>
    </w:p>
    <w:p w:rsidR="00707809" w:rsidRDefault="00707809">
      <w:hyperlink r:id="rId5" w:history="1">
        <w:r w:rsidRPr="00674689">
          <w:rPr>
            <w:rStyle w:val="Hyperlink"/>
          </w:rPr>
          <w:t>BBC A view of the Holocaust</w:t>
        </w:r>
      </w:hyperlink>
    </w:p>
    <w:p w:rsidR="00707809" w:rsidRDefault="00707809">
      <w:hyperlink r:id="rId6" w:history="1">
        <w:r w:rsidRPr="009A22AD">
          <w:rPr>
            <w:rStyle w:val="Hyperlink"/>
          </w:rPr>
          <w:t>Holocaust Encyclopedia</w:t>
        </w:r>
      </w:hyperlink>
    </w:p>
    <w:p w:rsidR="00707809" w:rsidRDefault="00707809">
      <w:hyperlink r:id="rId7" w:history="1">
        <w:r w:rsidRPr="009A22AD">
          <w:rPr>
            <w:rStyle w:val="Hyperlink"/>
          </w:rPr>
          <w:t>The History Place Holocaust Timeline</w:t>
        </w:r>
      </w:hyperlink>
    </w:p>
    <w:p w:rsidR="00707809" w:rsidRDefault="00707809">
      <w:hyperlink r:id="rId8" w:history="1">
        <w:r w:rsidRPr="00C5623D">
          <w:rPr>
            <w:rStyle w:val="Hyperlink"/>
          </w:rPr>
          <w:t>Adolph Hitler and the Holocaust</w:t>
        </w:r>
      </w:hyperlink>
    </w:p>
    <w:p w:rsidR="00707809" w:rsidRDefault="00707809">
      <w:hyperlink r:id="rId9" w:history="1">
        <w:r w:rsidRPr="005069C7">
          <w:rPr>
            <w:rStyle w:val="Hyperlink"/>
          </w:rPr>
          <w:t>Jewish Virtual Library – Concentration Camps</w:t>
        </w:r>
      </w:hyperlink>
    </w:p>
    <w:p w:rsidR="00707809" w:rsidRDefault="00707809"/>
    <w:p w:rsidR="00707809" w:rsidRDefault="00707809"/>
    <w:p w:rsidR="00707809" w:rsidRDefault="00707809"/>
    <w:p w:rsidR="00707809" w:rsidRDefault="00707809">
      <w:r>
        <w:t xml:space="preserve">VOCABULARY </w:t>
      </w:r>
    </w:p>
    <w:p w:rsidR="00707809" w:rsidRDefault="00707809">
      <w:hyperlink r:id="rId10" w:history="1">
        <w:r w:rsidRPr="0034297A">
          <w:rPr>
            <w:rStyle w:val="Hyperlink"/>
          </w:rPr>
          <w:t>http://www.lexipedia.com/</w:t>
        </w:r>
      </w:hyperlink>
      <w:r>
        <w:tab/>
        <w:t>(Hover your mouse over the color-coded circles)</w:t>
      </w:r>
    </w:p>
    <w:p w:rsidR="00707809" w:rsidRDefault="00707809" w:rsidP="00FA6A76">
      <w:pPr>
        <w:tabs>
          <w:tab w:val="left" w:pos="3266"/>
        </w:tabs>
      </w:pPr>
      <w:hyperlink r:id="rId11" w:history="1">
        <w:r w:rsidRPr="00E45AEB">
          <w:rPr>
            <w:rStyle w:val="Hyperlink"/>
          </w:rPr>
          <w:t>http://www.infoplease.com/</w:t>
        </w:r>
      </w:hyperlink>
      <w:r>
        <w:t xml:space="preserve">       (click on the dictionary tab)</w:t>
      </w:r>
    </w:p>
    <w:p w:rsidR="00707809" w:rsidRPr="002B7665" w:rsidRDefault="00707809" w:rsidP="00FA6A76">
      <w:pPr>
        <w:tabs>
          <w:tab w:val="left" w:pos="3266"/>
        </w:tabs>
      </w:pPr>
      <w:hyperlink r:id="rId12" w:history="1">
        <w:r w:rsidRPr="00E45AEB">
          <w:rPr>
            <w:rStyle w:val="Hyperlink"/>
          </w:rPr>
          <w:t>http://www.visuwords.com/</w:t>
        </w:r>
      </w:hyperlink>
      <w:r>
        <w:tab/>
        <w:t>(online graphical dictionary)</w:t>
      </w:r>
    </w:p>
    <w:p w:rsidR="00707809" w:rsidRPr="00FA6A76" w:rsidRDefault="00707809">
      <w:r>
        <w:rPr>
          <w:noProof/>
        </w:rPr>
        <w:pict>
          <v:shape id="_x0000_s1027" type="#_x0000_t75" style="position:absolute;margin-left:-5.25pt;margin-top:50.9pt;width:177.4pt;height:177.4pt;z-index:-251657216" wrapcoords="10572 638 8020 5013 2278 5286 1823 5377 4648 10846 2096 15220 1914 15858 3554 16223 8294 16678 5013 18137 3828 18410 3828 19230 5924 19595 5924 19686 10208 20597 10481 20597 11028 20597 17772 19322 17863 18410 16496 18137 13215 16678 15949 16678 19595 15858 19413 15220 16952 10846 19777 5468 19230 5377 13489 5013 10937 638 10572 638">
            <v:imagedata r:id="rId13" o:title=""/>
            <w10:wrap type="tight"/>
          </v:shape>
        </w:pict>
      </w:r>
      <w:r>
        <w:t xml:space="preserve"> </w:t>
      </w:r>
    </w:p>
    <w:sectPr w:rsidR="00707809" w:rsidRPr="00FA6A76" w:rsidSect="00674689">
      <w:pgSz w:w="12240" w:h="15840"/>
      <w:pgMar w:top="72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defaultTabStop w:val="720"/>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74689"/>
    <w:rsid w:val="000C387C"/>
    <w:rsid w:val="00204CF1"/>
    <w:rsid w:val="002B7665"/>
    <w:rsid w:val="002F7A3D"/>
    <w:rsid w:val="0034297A"/>
    <w:rsid w:val="005069C7"/>
    <w:rsid w:val="00674689"/>
    <w:rsid w:val="00707809"/>
    <w:rsid w:val="00971E76"/>
    <w:rsid w:val="009A22AD"/>
    <w:rsid w:val="009E4114"/>
    <w:rsid w:val="00B13AF9"/>
    <w:rsid w:val="00BE4635"/>
    <w:rsid w:val="00C5623D"/>
    <w:rsid w:val="00D16B01"/>
    <w:rsid w:val="00E45AEB"/>
    <w:rsid w:val="00FA6A76"/>
    <w:rsid w:val="00FD470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AF9"/>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674689"/>
    <w:rPr>
      <w:color w:val="0000FF"/>
      <w:u w:val="single"/>
    </w:rPr>
  </w:style>
  <w:style w:type="character" w:styleId="FollowedHyperlink">
    <w:name w:val="FollowedHyperlink"/>
    <w:basedOn w:val="DefaultParagraphFont"/>
    <w:uiPriority w:val="99"/>
    <w:rsid w:val="00FA6A76"/>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schwitz.dk/Hitler.htm" TargetMode="External"/><Relationship Id="rId13"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hyperlink" Target="http://www.historyplace.com/worldwar2/holocaust/timeline.html" TargetMode="External"/><Relationship Id="rId12" Type="http://schemas.openxmlformats.org/officeDocument/2006/relationships/hyperlink" Target="http://www.visuword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shmm.org/wlc/en/" TargetMode="External"/><Relationship Id="rId11" Type="http://schemas.openxmlformats.org/officeDocument/2006/relationships/hyperlink" Target="http://www.infoplease.com/" TargetMode="External"/><Relationship Id="rId5" Type="http://schemas.openxmlformats.org/officeDocument/2006/relationships/hyperlink" Target="http://www.bbc.co.uk/history/worldwars/genocide/holocaust_overview_01.shtml" TargetMode="External"/><Relationship Id="rId15" Type="http://schemas.openxmlformats.org/officeDocument/2006/relationships/theme" Target="theme/theme1.xml"/><Relationship Id="rId10" Type="http://schemas.openxmlformats.org/officeDocument/2006/relationships/hyperlink" Target="http://www.lexipedia.com/" TargetMode="External"/><Relationship Id="rId4" Type="http://schemas.openxmlformats.org/officeDocument/2006/relationships/image" Target="media/image1.jpeg"/><Relationship Id="rId9" Type="http://schemas.openxmlformats.org/officeDocument/2006/relationships/hyperlink" Target="http://www.jewishvirtuallibrary.org/jsource/Holocaust/cc.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131</Words>
  <Characters>752</Characters>
  <Application>Microsoft Office Outlook</Application>
  <DocSecurity>0</DocSecurity>
  <Lines>0</Lines>
  <Paragraphs>0</Paragraphs>
  <ScaleCrop>false</ScaleCrop>
  <Company>NORTH EAST ISD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HOLOCAUST  </dc:title>
  <dc:subject/>
  <dc:creator>vkrebs</dc:creator>
  <cp:keywords/>
  <dc:description/>
  <cp:lastModifiedBy>vkrebs</cp:lastModifiedBy>
  <cp:revision>2</cp:revision>
  <dcterms:created xsi:type="dcterms:W3CDTF">2010-02-17T15:52:00Z</dcterms:created>
  <dcterms:modified xsi:type="dcterms:W3CDTF">2010-02-17T15:52:00Z</dcterms:modified>
</cp:coreProperties>
</file>